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9A85F14" w:rsidR="00F1480E" w:rsidRPr="005404CB" w:rsidRDefault="00A3135C" w:rsidP="0053479A">
            <w:pPr>
              <w:pStyle w:val="SIUNITCODE"/>
            </w:pPr>
            <w:r>
              <w:t>AHCPER</w:t>
            </w:r>
            <w:r w:rsidR="005A6296">
              <w:t>2</w:t>
            </w:r>
            <w:r w:rsidR="0053479A">
              <w:t>X4</w:t>
            </w:r>
          </w:p>
        </w:tc>
        <w:tc>
          <w:tcPr>
            <w:tcW w:w="3604" w:type="pct"/>
            <w:shd w:val="clear" w:color="auto" w:fill="auto"/>
          </w:tcPr>
          <w:p w14:paraId="01D80964" w14:textId="5B5454D6" w:rsidR="00F1480E" w:rsidRPr="005404CB" w:rsidRDefault="00D371AA" w:rsidP="008B08E5">
            <w:pPr>
              <w:pStyle w:val="SIUnittitle"/>
            </w:pPr>
            <w:r w:rsidRPr="00D371AA">
              <w:t>Plant and maintain crops</w:t>
            </w:r>
            <w:r w:rsidR="008B08E5">
              <w:t xml:space="preserve"> in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06BB12" w14:textId="64B3B439" w:rsidR="00333E3C" w:rsidRPr="00333E3C" w:rsidRDefault="00333E3C" w:rsidP="00333E3C">
            <w:pPr>
              <w:pStyle w:val="SIText"/>
            </w:pPr>
            <w:r w:rsidRPr="00333E3C">
              <w:t>This unit of competency describes the skills and knowledge required to plant and maintain plants in a permaculture cropping system involv</w:t>
            </w:r>
            <w:r w:rsidR="008B08E5">
              <w:t>ing</w:t>
            </w:r>
            <w:r w:rsidRPr="00333E3C">
              <w:t xml:space="preserve"> site preparation, </w:t>
            </w:r>
            <w:proofErr w:type="gramStart"/>
            <w:r w:rsidRPr="00333E3C">
              <w:t>handling</w:t>
            </w:r>
            <w:proofErr w:type="gramEnd"/>
            <w:r w:rsidRPr="00333E3C">
              <w:t xml:space="preserve"> and planting of a range of planting materials and the maintenance of crops in the field.</w:t>
            </w:r>
          </w:p>
          <w:p w14:paraId="652C62C0" w14:textId="77777777" w:rsidR="00333E3C" w:rsidRPr="00333E3C" w:rsidRDefault="00333E3C" w:rsidP="00333E3C">
            <w:pPr>
              <w:pStyle w:val="SIText"/>
            </w:pPr>
          </w:p>
          <w:p w14:paraId="72D53C96" w14:textId="42BBE4C9" w:rsidR="00333E3C" w:rsidRPr="00333E3C" w:rsidRDefault="00333E3C" w:rsidP="00333E3C">
            <w:pPr>
              <w:pStyle w:val="SIText"/>
            </w:pPr>
            <w:r w:rsidRPr="00333E3C">
              <w:t>This unit applies to individuals who work under supervision and exercise limited autonomy with some accountability for their own work. They undertake defined activities and work in a structured context.</w:t>
            </w:r>
          </w:p>
          <w:p w14:paraId="79822DD1" w14:textId="77777777" w:rsidR="00333E3C" w:rsidRPr="00333E3C" w:rsidRDefault="00333E3C" w:rsidP="00333E3C">
            <w:pPr>
              <w:pStyle w:val="SIText"/>
            </w:pPr>
          </w:p>
          <w:p w14:paraId="22C15BCD" w14:textId="160627FB" w:rsidR="00373436" w:rsidRPr="000754EC" w:rsidRDefault="00333E3C" w:rsidP="00FA2F61">
            <w:pPr>
              <w:pStyle w:val="SIText"/>
            </w:pPr>
            <w:r w:rsidRPr="00333E3C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33E3C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34B152D" w:rsidR="00333E3C" w:rsidRPr="00333E3C" w:rsidRDefault="00333E3C" w:rsidP="00333E3C">
            <w:pPr>
              <w:pStyle w:val="SIText"/>
            </w:pPr>
            <w:r w:rsidRPr="00333E3C">
              <w:t>1. Prepare to plant permaculture crops</w:t>
            </w:r>
          </w:p>
        </w:tc>
        <w:tc>
          <w:tcPr>
            <w:tcW w:w="3604" w:type="pct"/>
            <w:shd w:val="clear" w:color="auto" w:fill="auto"/>
          </w:tcPr>
          <w:p w14:paraId="7DEB2211" w14:textId="05388A93" w:rsidR="00333E3C" w:rsidRPr="00333E3C" w:rsidRDefault="00333E3C" w:rsidP="00333E3C">
            <w:r w:rsidRPr="00333E3C">
              <w:t xml:space="preserve">1.1 Confirm </w:t>
            </w:r>
            <w:r w:rsidR="008B08E5">
              <w:t xml:space="preserve">work requirements </w:t>
            </w:r>
            <w:r w:rsidRPr="00333E3C">
              <w:t>with supervisor</w:t>
            </w:r>
          </w:p>
          <w:p w14:paraId="4086F37E" w14:textId="77777777" w:rsidR="00333E3C" w:rsidRPr="00333E3C" w:rsidRDefault="00333E3C" w:rsidP="00333E3C">
            <w:r w:rsidRPr="00333E3C">
              <w:t>1.2 Select and prepare tools and equipment</w:t>
            </w:r>
          </w:p>
          <w:p w14:paraId="1437F26E" w14:textId="77777777" w:rsidR="00333E3C" w:rsidRDefault="00333E3C" w:rsidP="00333E3C">
            <w:r w:rsidRPr="00333E3C">
              <w:t>1.3 Identify plant materials to be planted</w:t>
            </w:r>
          </w:p>
          <w:p w14:paraId="7E343CE3" w14:textId="29AF7E32" w:rsidR="008B08E5" w:rsidRPr="00333E3C" w:rsidRDefault="008B08E5" w:rsidP="00333E3C">
            <w:r>
              <w:t>1.4 Identify safety hazards and implement controls according to workplace procedures</w:t>
            </w:r>
          </w:p>
          <w:p w14:paraId="4B044429" w14:textId="6528DA54" w:rsidR="00333E3C" w:rsidRPr="00333E3C" w:rsidRDefault="00333E3C" w:rsidP="00FA2F61">
            <w:r w:rsidRPr="00333E3C">
              <w:t>1.</w:t>
            </w:r>
            <w:r w:rsidR="008B08E5">
              <w:t>5</w:t>
            </w:r>
            <w:r w:rsidRPr="00333E3C">
              <w:t xml:space="preserve"> Select, </w:t>
            </w:r>
            <w:proofErr w:type="gramStart"/>
            <w:r w:rsidRPr="00333E3C">
              <w:t>use</w:t>
            </w:r>
            <w:proofErr w:type="gramEnd"/>
            <w:r w:rsidRPr="00333E3C">
              <w:t xml:space="preserve"> and maintain personal protective equipment</w:t>
            </w:r>
          </w:p>
        </w:tc>
      </w:tr>
      <w:tr w:rsidR="00333E3C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385344DF" w:rsidR="00333E3C" w:rsidRPr="00333E3C" w:rsidRDefault="00333E3C" w:rsidP="00333E3C">
            <w:pPr>
              <w:pStyle w:val="SIText"/>
            </w:pPr>
            <w:r w:rsidRPr="00333E3C">
              <w:t>2. Prepare the site for planting</w:t>
            </w:r>
          </w:p>
        </w:tc>
        <w:tc>
          <w:tcPr>
            <w:tcW w:w="3604" w:type="pct"/>
            <w:shd w:val="clear" w:color="auto" w:fill="auto"/>
          </w:tcPr>
          <w:p w14:paraId="448F3890" w14:textId="19081440" w:rsidR="00333E3C" w:rsidRPr="00333E3C" w:rsidRDefault="00333E3C" w:rsidP="00333E3C">
            <w:r w:rsidRPr="00333E3C">
              <w:t xml:space="preserve">2.1 </w:t>
            </w:r>
            <w:r w:rsidR="00FA2F61">
              <w:t xml:space="preserve">Tend to </w:t>
            </w:r>
            <w:r w:rsidRPr="00333E3C">
              <w:t xml:space="preserve">residual material </w:t>
            </w:r>
            <w:r w:rsidR="00FA2F61">
              <w:t xml:space="preserve">on site </w:t>
            </w:r>
            <w:r w:rsidR="008B08E5">
              <w:t>according to p</w:t>
            </w:r>
            <w:r w:rsidR="001524AC">
              <w:t>ermaculture p</w:t>
            </w:r>
            <w:r w:rsidR="008B08E5">
              <w:t>lanting plan</w:t>
            </w:r>
          </w:p>
          <w:p w14:paraId="4579B85D" w14:textId="65FD9F35" w:rsidR="00333E3C" w:rsidRPr="00333E3C" w:rsidRDefault="00333E3C" w:rsidP="00333E3C">
            <w:r w:rsidRPr="00333E3C">
              <w:t>2.2 Apply soil treatments or amendments according to supervisor instructions</w:t>
            </w:r>
          </w:p>
          <w:p w14:paraId="69A2AFA2" w14:textId="179528FF" w:rsidR="00333E3C" w:rsidRPr="00333E3C" w:rsidRDefault="00333E3C" w:rsidP="00333E3C">
            <w:r w:rsidRPr="00333E3C">
              <w:t>2.3 Implement plant protection</w:t>
            </w:r>
            <w:r w:rsidR="008B08E5">
              <w:t xml:space="preserve"> strategy according to instructions</w:t>
            </w:r>
          </w:p>
          <w:p w14:paraId="2B00249F" w14:textId="7F91EEDB" w:rsidR="00333E3C" w:rsidRPr="00333E3C" w:rsidRDefault="00333E3C" w:rsidP="001524AC">
            <w:pPr>
              <w:pStyle w:val="SIText"/>
            </w:pPr>
            <w:r w:rsidRPr="00333E3C">
              <w:t xml:space="preserve">2.4 </w:t>
            </w:r>
            <w:r w:rsidR="001524AC">
              <w:t>M</w:t>
            </w:r>
            <w:r w:rsidR="001524AC" w:rsidRPr="00333E3C">
              <w:t xml:space="preserve">ark out </w:t>
            </w:r>
            <w:r w:rsidR="001524AC" w:rsidRPr="001524AC">
              <w:t xml:space="preserve">planting pattern </w:t>
            </w:r>
            <w:r w:rsidR="001524AC">
              <w:t>according to</w:t>
            </w:r>
            <w:r w:rsidRPr="00333E3C">
              <w:t xml:space="preserve"> permaculture planting plan</w:t>
            </w:r>
          </w:p>
        </w:tc>
      </w:tr>
      <w:tr w:rsidR="00333E3C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143DF9A5" w:rsidR="00333E3C" w:rsidRPr="00333E3C" w:rsidRDefault="00333E3C" w:rsidP="00333E3C">
            <w:pPr>
              <w:pStyle w:val="SIText"/>
            </w:pPr>
            <w:r w:rsidRPr="00333E3C">
              <w:t>3. Carry out planting operations</w:t>
            </w:r>
          </w:p>
        </w:tc>
        <w:tc>
          <w:tcPr>
            <w:tcW w:w="3604" w:type="pct"/>
            <w:shd w:val="clear" w:color="auto" w:fill="auto"/>
          </w:tcPr>
          <w:p w14:paraId="750FF5A2" w14:textId="1C8541D8" w:rsidR="00333E3C" w:rsidRPr="00333E3C" w:rsidRDefault="00333E3C" w:rsidP="00333E3C">
            <w:r w:rsidRPr="00333E3C">
              <w:t>3.1 Select planting material</w:t>
            </w:r>
            <w:r w:rsidR="001524AC">
              <w:t xml:space="preserve"> according to plan</w:t>
            </w:r>
          </w:p>
          <w:p w14:paraId="004F2DC2" w14:textId="3F3BBFBB" w:rsidR="00333E3C" w:rsidRPr="00333E3C" w:rsidRDefault="00333E3C" w:rsidP="00333E3C">
            <w:r w:rsidRPr="00333E3C">
              <w:t xml:space="preserve">3.2 Maintain </w:t>
            </w:r>
            <w:r w:rsidR="001524AC">
              <w:t xml:space="preserve">viability of </w:t>
            </w:r>
            <w:r w:rsidRPr="00333E3C">
              <w:t>planting material</w:t>
            </w:r>
          </w:p>
          <w:p w14:paraId="789B2026" w14:textId="72372E9D" w:rsidR="00333E3C" w:rsidRPr="00333E3C" w:rsidRDefault="00333E3C" w:rsidP="00333E3C">
            <w:r w:rsidRPr="00333E3C">
              <w:t>3.3 Handle and transport planting material to site</w:t>
            </w:r>
          </w:p>
          <w:p w14:paraId="30767ED0" w14:textId="722D463E" w:rsidR="00333E3C" w:rsidRPr="00333E3C" w:rsidRDefault="00333E3C" w:rsidP="00333E3C">
            <w:pPr>
              <w:pStyle w:val="SIText"/>
            </w:pPr>
            <w:r w:rsidRPr="00333E3C">
              <w:t>3.4 Carry out planting according to permaculture planting plan</w:t>
            </w:r>
          </w:p>
        </w:tc>
      </w:tr>
      <w:tr w:rsidR="00333E3C" w:rsidRPr="00963A46" w14:paraId="26B883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649331" w14:textId="0B6C60DC" w:rsidR="00333E3C" w:rsidRPr="00333E3C" w:rsidRDefault="00333E3C" w:rsidP="00333E3C">
            <w:pPr>
              <w:pStyle w:val="SIText"/>
            </w:pPr>
            <w:r w:rsidRPr="00333E3C">
              <w:t>4. Maintain plants</w:t>
            </w:r>
          </w:p>
        </w:tc>
        <w:tc>
          <w:tcPr>
            <w:tcW w:w="3604" w:type="pct"/>
            <w:shd w:val="clear" w:color="auto" w:fill="auto"/>
          </w:tcPr>
          <w:p w14:paraId="5B718C38" w14:textId="3BBD174A" w:rsidR="00333E3C" w:rsidRPr="00333E3C" w:rsidRDefault="00333E3C" w:rsidP="00333E3C">
            <w:r w:rsidRPr="00333E3C">
              <w:t xml:space="preserve">4.1 Apply treatments to plantings according to the permaculture </w:t>
            </w:r>
            <w:r w:rsidR="001524AC">
              <w:t xml:space="preserve">planting </w:t>
            </w:r>
            <w:r w:rsidRPr="00333E3C">
              <w:t>plan</w:t>
            </w:r>
          </w:p>
          <w:p w14:paraId="2E1D2799" w14:textId="4A043A64" w:rsidR="00333E3C" w:rsidRPr="00333E3C" w:rsidRDefault="00333E3C" w:rsidP="00333E3C">
            <w:r w:rsidRPr="00333E3C">
              <w:t>4.2 Water plantings according to irrigation schedule</w:t>
            </w:r>
          </w:p>
          <w:p w14:paraId="6F6F951E" w14:textId="1F40E3D3" w:rsidR="00333E3C" w:rsidRPr="00333E3C" w:rsidRDefault="00333E3C" w:rsidP="001524AC">
            <w:r w:rsidRPr="00333E3C">
              <w:t xml:space="preserve">4.3 Train and protect plants according to permaculture </w:t>
            </w:r>
            <w:r w:rsidR="001524AC">
              <w:t xml:space="preserve">planting </w:t>
            </w:r>
            <w:r w:rsidRPr="00333E3C">
              <w:t>plan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42669D70" w:rsidR="00F1480E" w:rsidRPr="005404CB" w:rsidRDefault="00EB62D8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185B3D2" w14:textId="65992FCF" w:rsidR="00F1480E" w:rsidRPr="005404CB" w:rsidRDefault="00EB62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volumetric and area calculations to determine application rates of permaculture treatments 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2C8FCFF8" w:rsidR="00041E59" w:rsidRPr="005404CB" w:rsidRDefault="00FA2F61">
            <w:pPr>
              <w:pStyle w:val="SIText"/>
            </w:pPr>
            <w:r w:rsidRPr="00FA2F61">
              <w:t>AHCPER2</w:t>
            </w:r>
            <w:r w:rsidR="0053479A">
              <w:t>X4</w:t>
            </w:r>
            <w:r w:rsidRPr="00FA2F61">
              <w:t xml:space="preserve"> Plant and maintain crops in a permaculture system</w:t>
            </w:r>
          </w:p>
        </w:tc>
        <w:tc>
          <w:tcPr>
            <w:tcW w:w="1105" w:type="pct"/>
          </w:tcPr>
          <w:p w14:paraId="7DA65DBA" w14:textId="125BA08A" w:rsidR="00FA2F61" w:rsidRPr="000754EC" w:rsidRDefault="00FA2F61" w:rsidP="00FA2F61">
            <w:pPr>
              <w:pStyle w:val="SIText"/>
            </w:pPr>
            <w:r w:rsidRPr="00D371AA">
              <w:t xml:space="preserve">AHCPER206 Plant and maintain </w:t>
            </w:r>
            <w:r>
              <w:t>permaculture crops</w:t>
            </w:r>
          </w:p>
          <w:p w14:paraId="64EA7AE3" w14:textId="4F8984C9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1CC5C302" w14:textId="77777777" w:rsidR="00041E59" w:rsidRDefault="00FA2F61" w:rsidP="005404CB">
            <w:pPr>
              <w:pStyle w:val="SIText"/>
            </w:pPr>
            <w:r>
              <w:t>Title change to clarify unit intent</w:t>
            </w:r>
          </w:p>
          <w:p w14:paraId="3E031D32" w14:textId="02F6E497" w:rsidR="001524AC" w:rsidRPr="005404CB" w:rsidRDefault="001524AC" w:rsidP="005404CB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72E7FD31" w:rsidR="00916CD7" w:rsidRPr="005404CB" w:rsidRDefault="001524AC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ACEA658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D371AA" w:rsidRPr="00D371AA">
              <w:t>AHCPER2</w:t>
            </w:r>
            <w:r w:rsidR="0053479A">
              <w:t>X4</w:t>
            </w:r>
            <w:r w:rsidR="00D371AA" w:rsidRPr="00D371AA">
              <w:t xml:space="preserve"> Plant and maintain crops</w:t>
            </w:r>
            <w:r w:rsidR="00BC09F4">
              <w:t xml:space="preserve"> in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63E94CE" w14:textId="77777777" w:rsidR="001524AC" w:rsidRDefault="001524AC" w:rsidP="001524AC">
            <w:pPr>
              <w:pStyle w:val="SIText"/>
            </w:pPr>
            <w:r w:rsidRPr="00EA3EBA">
              <w:t xml:space="preserve">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79DF53D6" w14:textId="0286183A" w:rsidR="001524AC" w:rsidRPr="00D77ED0" w:rsidRDefault="001524AC" w:rsidP="00D77ED0">
            <w:pPr>
              <w:pStyle w:val="SIText"/>
            </w:pPr>
            <w:r w:rsidRPr="00D77ED0">
              <w:t xml:space="preserve">There must be evidence that the individual has </w:t>
            </w:r>
            <w:r w:rsidR="00D77ED0" w:rsidRPr="00D77ED0">
              <w:t>planted and maintained</w:t>
            </w:r>
            <w:r w:rsidR="00D77ED0">
              <w:t xml:space="preserve"> at</w:t>
            </w:r>
            <w:r w:rsidR="00D77ED0" w:rsidRPr="00D77ED0">
              <w:t xml:space="preserve"> </w:t>
            </w:r>
            <w:r w:rsidRPr="00D77ED0">
              <w:rPr>
                <w:rStyle w:val="SITemporaryText-blue"/>
                <w:color w:val="auto"/>
                <w:sz w:val="20"/>
              </w:rPr>
              <w:t>least 2 crops</w:t>
            </w:r>
            <w:r w:rsidR="00D77ED0" w:rsidRPr="00D77ED0">
              <w:rPr>
                <w:rStyle w:val="SITemporaryText-blue"/>
                <w:color w:val="auto"/>
                <w:sz w:val="20"/>
              </w:rPr>
              <w:t xml:space="preserve"> in a permaculture </w:t>
            </w:r>
            <w:r w:rsidR="00D77ED0" w:rsidRPr="00D77ED0">
              <w:t>system and has</w:t>
            </w:r>
            <w:r w:rsidRPr="00D77ED0">
              <w:t>:</w:t>
            </w:r>
          </w:p>
          <w:p w14:paraId="24137DD1" w14:textId="7A7B0DE9" w:rsidR="00993CEA" w:rsidRPr="00993CEA" w:rsidRDefault="00993CEA" w:rsidP="00993CEA">
            <w:pPr>
              <w:pStyle w:val="SIBulletList1"/>
            </w:pPr>
            <w:r w:rsidRPr="00993CEA">
              <w:t>select</w:t>
            </w:r>
            <w:r w:rsidR="001524AC">
              <w:t>ed</w:t>
            </w:r>
            <w:r w:rsidRPr="00993CEA">
              <w:t xml:space="preserve"> </w:t>
            </w:r>
            <w:r w:rsidR="001524AC">
              <w:t xml:space="preserve">and prepared </w:t>
            </w:r>
            <w:r w:rsidRPr="00993CEA">
              <w:t xml:space="preserve">plant material, </w:t>
            </w:r>
            <w:proofErr w:type="gramStart"/>
            <w:r w:rsidRPr="00993CEA">
              <w:t>tools</w:t>
            </w:r>
            <w:proofErr w:type="gramEnd"/>
            <w:r w:rsidRPr="00993CEA">
              <w:t xml:space="preserve"> and equipment</w:t>
            </w:r>
          </w:p>
          <w:p w14:paraId="1ACE742C" w14:textId="72014915" w:rsidR="00993CEA" w:rsidRPr="00993CEA" w:rsidRDefault="00993CEA" w:rsidP="00993CEA">
            <w:pPr>
              <w:pStyle w:val="SIBulletList1"/>
            </w:pPr>
            <w:r w:rsidRPr="00993CEA">
              <w:t>prepare</w:t>
            </w:r>
            <w:r w:rsidR="001524AC">
              <w:t>d</w:t>
            </w:r>
            <w:r w:rsidRPr="00993CEA">
              <w:t xml:space="preserve"> site for planting</w:t>
            </w:r>
          </w:p>
          <w:p w14:paraId="7D4B8D21" w14:textId="50115BC9" w:rsidR="00993CEA" w:rsidRPr="00993CEA" w:rsidRDefault="00993CEA" w:rsidP="00993CEA">
            <w:pPr>
              <w:pStyle w:val="SIBulletList1"/>
            </w:pPr>
            <w:r w:rsidRPr="00993CEA">
              <w:t>plant</w:t>
            </w:r>
            <w:r w:rsidR="001524AC">
              <w:t xml:space="preserve">ed </w:t>
            </w:r>
            <w:r w:rsidRPr="00993CEA">
              <w:t>according to permaculture planting plan</w:t>
            </w:r>
          </w:p>
          <w:p w14:paraId="56722053" w14:textId="61FBCF14" w:rsidR="00993CEA" w:rsidRPr="00993CEA" w:rsidRDefault="00993CEA" w:rsidP="00993CEA">
            <w:pPr>
              <w:pStyle w:val="SIBulletList1"/>
            </w:pPr>
            <w:r w:rsidRPr="00993CEA">
              <w:t>train</w:t>
            </w:r>
            <w:r w:rsidR="001524AC">
              <w:t xml:space="preserve">ed and protected plantings, including the use of supports and guards </w:t>
            </w:r>
          </w:p>
          <w:p w14:paraId="380E68F1" w14:textId="38791BAF" w:rsidR="00993CEA" w:rsidRPr="00993CEA" w:rsidRDefault="001524AC" w:rsidP="00993CEA">
            <w:pPr>
              <w:pStyle w:val="SIBulletList1"/>
            </w:pPr>
            <w:r>
              <w:t>maintained soil moisture according to irrigation plan</w:t>
            </w:r>
          </w:p>
          <w:p w14:paraId="6BFA69AA" w14:textId="2790ABED" w:rsidR="00556C4C" w:rsidRPr="005404CB" w:rsidRDefault="00993CEA">
            <w:pPr>
              <w:pStyle w:val="SIBulletList1"/>
            </w:pPr>
            <w:r w:rsidRPr="00993CEA">
              <w:t>appl</w:t>
            </w:r>
            <w:r w:rsidR="001524AC">
              <w:t>ied</w:t>
            </w:r>
            <w:r w:rsidRPr="00993CEA">
              <w:t xml:space="preserve"> treatments to </w:t>
            </w:r>
            <w:r w:rsidR="001524AC">
              <w:t>planting site.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5B28B64" w14:textId="33C00C66" w:rsidR="00A655B0" w:rsidRDefault="00A655B0" w:rsidP="00D77ED0">
            <w:pPr>
              <w:pStyle w:val="SIText"/>
            </w:pPr>
            <w:r w:rsidRPr="00A655B0">
              <w:t>An individual must be able to demonstrate the knowledge required to perform the tasks outlined in the elements and performance criteria of this unit. This includes knowledge of:</w:t>
            </w:r>
          </w:p>
          <w:p w14:paraId="61224CB6" w14:textId="7E97BA30" w:rsidR="00993CEA" w:rsidRPr="00993CEA" w:rsidRDefault="00993CEA" w:rsidP="00993CEA">
            <w:pPr>
              <w:pStyle w:val="SIBulletList1"/>
            </w:pPr>
            <w:r w:rsidRPr="00993CEA">
              <w:t>permaculture principles and practices related to planting operations</w:t>
            </w:r>
            <w:r w:rsidR="00A655B0" w:rsidRPr="00993CEA">
              <w:t>,</w:t>
            </w:r>
            <w:r w:rsidR="00A655B0">
              <w:t xml:space="preserve"> including</w:t>
            </w:r>
            <w:r w:rsidRPr="00993CEA">
              <w:t>:</w:t>
            </w:r>
          </w:p>
          <w:p w14:paraId="7BE5DDBF" w14:textId="77777777" w:rsidR="00993CEA" w:rsidRPr="00993CEA" w:rsidRDefault="00993CEA" w:rsidP="00993CEA">
            <w:pPr>
              <w:pStyle w:val="SIBulletList2"/>
            </w:pPr>
            <w:r w:rsidRPr="00993CEA">
              <w:t>planting in natural groupings or guilds</w:t>
            </w:r>
          </w:p>
          <w:p w14:paraId="3C78DD5A" w14:textId="77777777" w:rsidR="00993CEA" w:rsidRPr="00993CEA" w:rsidRDefault="00993CEA" w:rsidP="00993CEA">
            <w:pPr>
              <w:pStyle w:val="SIBulletList2"/>
            </w:pPr>
            <w:r w:rsidRPr="00993CEA">
              <w:t>utilising plant partnerships such as vines on corn crops</w:t>
            </w:r>
          </w:p>
          <w:p w14:paraId="03D08E01" w14:textId="77777777" w:rsidR="00993CEA" w:rsidRPr="00993CEA" w:rsidRDefault="00993CEA" w:rsidP="00993CEA">
            <w:pPr>
              <w:pStyle w:val="SIBulletList2"/>
            </w:pPr>
            <w:r w:rsidRPr="00993CEA">
              <w:t>planting mixed species and interplanting with companion species</w:t>
            </w:r>
          </w:p>
          <w:p w14:paraId="72E47AB3" w14:textId="77777777" w:rsidR="00993CEA" w:rsidRPr="00993CEA" w:rsidRDefault="00993CEA" w:rsidP="00993CEA">
            <w:pPr>
              <w:pStyle w:val="SIBulletList2"/>
            </w:pPr>
            <w:r w:rsidRPr="00993CEA">
              <w:t>avoiding soil compaction or disturbance</w:t>
            </w:r>
          </w:p>
          <w:p w14:paraId="42442A06" w14:textId="77777777" w:rsidR="00993CEA" w:rsidRPr="00993CEA" w:rsidRDefault="00993CEA" w:rsidP="00993CEA">
            <w:pPr>
              <w:pStyle w:val="SIBulletList2"/>
            </w:pPr>
            <w:r w:rsidRPr="00993CEA">
              <w:t>utilising chickens to plough and prepare ground for planting</w:t>
            </w:r>
          </w:p>
          <w:p w14:paraId="4C0D11E7" w14:textId="77777777" w:rsidR="00993CEA" w:rsidRPr="00993CEA" w:rsidRDefault="00993CEA" w:rsidP="00993CEA">
            <w:pPr>
              <w:pStyle w:val="SIBulletList2"/>
            </w:pPr>
            <w:r w:rsidRPr="00993CEA">
              <w:t>avoiding water, seed or weed leakages from the system</w:t>
            </w:r>
          </w:p>
          <w:p w14:paraId="55496560" w14:textId="3C296970" w:rsidR="00FA2F61" w:rsidRDefault="00FA2F61" w:rsidP="00993CEA">
            <w:pPr>
              <w:pStyle w:val="SIBulletList1"/>
            </w:pPr>
            <w:r>
              <w:t>handling residual materials sustainably on the planting site, including:</w:t>
            </w:r>
          </w:p>
          <w:p w14:paraId="72AAB3EB" w14:textId="77777777" w:rsidR="00FA2F61" w:rsidRDefault="00FA2F61" w:rsidP="00D77ED0">
            <w:pPr>
              <w:pStyle w:val="SIBulletList2"/>
            </w:pPr>
            <w:r>
              <w:t>previous crops</w:t>
            </w:r>
          </w:p>
          <w:p w14:paraId="1AAEA839" w14:textId="77777777" w:rsidR="00FA2F61" w:rsidRDefault="00FA2F61" w:rsidP="00D77ED0">
            <w:pPr>
              <w:pStyle w:val="SIBulletList2"/>
            </w:pPr>
            <w:r>
              <w:t>weeds</w:t>
            </w:r>
          </w:p>
          <w:p w14:paraId="3B52901D" w14:textId="25F82829" w:rsidR="00FA2F61" w:rsidRDefault="00FA2F61" w:rsidP="00D77ED0">
            <w:pPr>
              <w:pStyle w:val="SIBulletList2"/>
            </w:pPr>
            <w:r>
              <w:t>detritus</w:t>
            </w:r>
          </w:p>
          <w:p w14:paraId="2C74B013" w14:textId="77777777" w:rsidR="00993CEA" w:rsidRPr="00993CEA" w:rsidRDefault="00993CEA" w:rsidP="00993CEA">
            <w:pPr>
              <w:pStyle w:val="SIBulletList1"/>
            </w:pPr>
            <w:r w:rsidRPr="00993CEA">
              <w:t>principles of sustainable horticultural practices</w:t>
            </w:r>
          </w:p>
          <w:p w14:paraId="139384A0" w14:textId="77777777" w:rsidR="00993CEA" w:rsidRPr="00993CEA" w:rsidRDefault="00993CEA" w:rsidP="00993CEA">
            <w:pPr>
              <w:pStyle w:val="SIBulletList1"/>
            </w:pPr>
            <w:r w:rsidRPr="00993CEA">
              <w:t>planting techniques</w:t>
            </w:r>
          </w:p>
          <w:p w14:paraId="1D5398B0" w14:textId="77777777" w:rsidR="00993CEA" w:rsidRPr="00993CEA" w:rsidRDefault="00993CEA" w:rsidP="00993CEA">
            <w:pPr>
              <w:pStyle w:val="SIBulletList1"/>
            </w:pPr>
            <w:r w:rsidRPr="00993CEA">
              <w:t>basic plant nutrition</w:t>
            </w:r>
          </w:p>
          <w:p w14:paraId="2B155202" w14:textId="1DCED254" w:rsidR="00993CEA" w:rsidRPr="00993CEA" w:rsidRDefault="00993CEA" w:rsidP="00993CEA">
            <w:pPr>
              <w:pStyle w:val="SIBulletList1"/>
            </w:pPr>
            <w:r w:rsidRPr="00993CEA">
              <w:t xml:space="preserve">soil improvement and nutrient maintenance, </w:t>
            </w:r>
            <w:r w:rsidR="00A655B0">
              <w:t>including</w:t>
            </w:r>
            <w:r w:rsidRPr="00993CEA">
              <w:t>:</w:t>
            </w:r>
          </w:p>
          <w:p w14:paraId="6BF7E7CC" w14:textId="77777777" w:rsidR="00993CEA" w:rsidRPr="00993CEA" w:rsidRDefault="00993CEA" w:rsidP="00202B55">
            <w:pPr>
              <w:pStyle w:val="SIBulletList2"/>
            </w:pPr>
            <w:r w:rsidRPr="00993CEA">
              <w:t>minerals, including rock dusts</w:t>
            </w:r>
          </w:p>
          <w:p w14:paraId="20846B7B" w14:textId="77777777" w:rsidR="00993CEA" w:rsidRPr="00993CEA" w:rsidRDefault="00993CEA" w:rsidP="00202B55">
            <w:pPr>
              <w:pStyle w:val="SIBulletList2"/>
            </w:pPr>
            <w:r w:rsidRPr="00993CEA">
              <w:t>organic matter</w:t>
            </w:r>
          </w:p>
          <w:p w14:paraId="131C1698" w14:textId="77777777" w:rsidR="00993CEA" w:rsidRPr="00993CEA" w:rsidRDefault="00993CEA" w:rsidP="00202B55">
            <w:pPr>
              <w:pStyle w:val="SIBulletList2"/>
            </w:pPr>
            <w:r w:rsidRPr="00993CEA">
              <w:t xml:space="preserve">manures, appropriate </w:t>
            </w:r>
            <w:proofErr w:type="gramStart"/>
            <w:r w:rsidRPr="00993CEA">
              <w:t>fertilisers</w:t>
            </w:r>
            <w:proofErr w:type="gramEnd"/>
            <w:r w:rsidRPr="00993CEA">
              <w:t xml:space="preserve"> and composts</w:t>
            </w:r>
          </w:p>
          <w:p w14:paraId="379B6E94" w14:textId="77777777" w:rsidR="00993CEA" w:rsidRPr="00993CEA" w:rsidRDefault="00993CEA" w:rsidP="00202B55">
            <w:pPr>
              <w:pStyle w:val="SIBulletList2"/>
            </w:pPr>
            <w:r w:rsidRPr="00993CEA">
              <w:t>foliar feeds or fertigation</w:t>
            </w:r>
          </w:p>
          <w:p w14:paraId="60EE07CB" w14:textId="77777777" w:rsidR="00993CEA" w:rsidRPr="00993CEA" w:rsidRDefault="00993CEA" w:rsidP="00202B55">
            <w:pPr>
              <w:pStyle w:val="SIBulletList2"/>
            </w:pPr>
            <w:r w:rsidRPr="00993CEA">
              <w:t>vermicompost and worm castings</w:t>
            </w:r>
          </w:p>
          <w:p w14:paraId="26ADE365" w14:textId="77777777" w:rsidR="00993CEA" w:rsidRPr="00993CEA" w:rsidRDefault="00993CEA" w:rsidP="00202B55">
            <w:pPr>
              <w:pStyle w:val="SIBulletList2"/>
            </w:pPr>
            <w:r w:rsidRPr="00993CEA">
              <w:t>planting of a temporary green manure or cover crop</w:t>
            </w:r>
          </w:p>
          <w:p w14:paraId="77F95BB3" w14:textId="77777777" w:rsidR="00993CEA" w:rsidRPr="00993CEA" w:rsidRDefault="00993CEA" w:rsidP="00202B55">
            <w:pPr>
              <w:pStyle w:val="SIBulletList2"/>
            </w:pPr>
            <w:r w:rsidRPr="00993CEA">
              <w:t xml:space="preserve">legume plantings or </w:t>
            </w:r>
            <w:proofErr w:type="spellStart"/>
            <w:r w:rsidRPr="00993CEA">
              <w:t>interplantings</w:t>
            </w:r>
            <w:proofErr w:type="spellEnd"/>
          </w:p>
          <w:p w14:paraId="343FE334" w14:textId="77777777" w:rsidR="00993CEA" w:rsidRPr="00993CEA" w:rsidRDefault="00993CEA" w:rsidP="00202B55">
            <w:pPr>
              <w:pStyle w:val="SIBulletList2"/>
            </w:pPr>
            <w:r w:rsidRPr="00993CEA">
              <w:t>sheet mulches</w:t>
            </w:r>
          </w:p>
          <w:p w14:paraId="11FC216D" w14:textId="77777777" w:rsidR="00993CEA" w:rsidRPr="00993CEA" w:rsidRDefault="00993CEA" w:rsidP="00993CEA">
            <w:pPr>
              <w:pStyle w:val="SIBulletList1"/>
            </w:pPr>
            <w:r w:rsidRPr="00993CEA">
              <w:t>companion planting</w:t>
            </w:r>
          </w:p>
          <w:p w14:paraId="109B1CC8" w14:textId="77777777" w:rsidR="00993CEA" w:rsidRPr="00993CEA" w:rsidRDefault="00993CEA" w:rsidP="00993CEA">
            <w:pPr>
              <w:pStyle w:val="SIBulletList1"/>
            </w:pPr>
            <w:r w:rsidRPr="00993CEA">
              <w:t>plant growth and development</w:t>
            </w:r>
          </w:p>
          <w:p w14:paraId="64180554" w14:textId="77777777" w:rsidR="00A655B0" w:rsidRDefault="00993CEA" w:rsidP="00D77ED0">
            <w:pPr>
              <w:pStyle w:val="SIBulletList1"/>
            </w:pPr>
            <w:r w:rsidRPr="00993CEA">
              <w:t>methods of waste disposal causing minimal impact on the environment</w:t>
            </w:r>
          </w:p>
          <w:p w14:paraId="5C8CD985" w14:textId="58EEFF6F" w:rsidR="00F1480E" w:rsidRPr="005404CB" w:rsidRDefault="00A655B0" w:rsidP="00D77ED0">
            <w:pPr>
              <w:pStyle w:val="SIBulletList1"/>
            </w:pPr>
            <w:r>
              <w:t>safe work practices in the workplace.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28A694F" w14:textId="13803F81" w:rsidR="00A655B0" w:rsidRDefault="00A655B0" w:rsidP="00A655B0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2F6B818" w14:textId="77777777" w:rsidR="00A655B0" w:rsidRPr="00A655B0" w:rsidRDefault="00A655B0" w:rsidP="00D77ED0">
            <w:pPr>
              <w:pStyle w:val="SIBulletList1"/>
            </w:pPr>
            <w:r w:rsidRPr="00A655B0">
              <w:t>physical conditions:</w:t>
            </w:r>
          </w:p>
          <w:p w14:paraId="4E0133A1" w14:textId="1DCC61B3" w:rsidR="00A655B0" w:rsidRPr="00A655B0" w:rsidRDefault="00A655B0" w:rsidP="00D77ED0">
            <w:pPr>
              <w:pStyle w:val="SIBulletList2"/>
              <w:rPr>
                <w:rFonts w:eastAsia="Calibri"/>
              </w:rPr>
            </w:pPr>
            <w:r w:rsidRPr="00A655B0">
              <w:t xml:space="preserve">skills must be </w:t>
            </w:r>
            <w:r w:rsidRPr="00D77ED0">
              <w:t xml:space="preserve">demonstrated in a permaculture </w:t>
            </w:r>
            <w:r>
              <w:t xml:space="preserve">garden </w:t>
            </w:r>
            <w:r w:rsidRPr="00D77ED0">
              <w:t>system or an environment</w:t>
            </w:r>
            <w:r w:rsidRPr="00A655B0">
              <w:t xml:space="preserve"> that accurately represents workplace conditions</w:t>
            </w:r>
          </w:p>
          <w:p w14:paraId="1F268933" w14:textId="77777777" w:rsidR="00A655B0" w:rsidRPr="00A655B0" w:rsidRDefault="00A655B0" w:rsidP="00D77ED0">
            <w:pPr>
              <w:pStyle w:val="SIBulletList1"/>
            </w:pPr>
            <w:r w:rsidRPr="00A655B0">
              <w:t xml:space="preserve">resources, </w:t>
            </w:r>
            <w:proofErr w:type="gramStart"/>
            <w:r w:rsidRPr="00A655B0">
              <w:t>equipment</w:t>
            </w:r>
            <w:proofErr w:type="gramEnd"/>
            <w:r w:rsidRPr="00A655B0">
              <w:t xml:space="preserve"> and materials:</w:t>
            </w:r>
          </w:p>
          <w:p w14:paraId="246A2E9D" w14:textId="77777777" w:rsidR="00A655B0" w:rsidRPr="00A655B0" w:rsidRDefault="00A655B0" w:rsidP="00D77ED0">
            <w:pPr>
              <w:pStyle w:val="SIBulletList2"/>
              <w:rPr>
                <w:rFonts w:eastAsia="Calibri"/>
              </w:rPr>
            </w:pPr>
            <w:r w:rsidRPr="00A655B0">
              <w:t>use of tools and equipment</w:t>
            </w:r>
          </w:p>
          <w:p w14:paraId="188B02A5" w14:textId="77777777" w:rsidR="00A655B0" w:rsidRPr="00D77ED0" w:rsidRDefault="00A655B0" w:rsidP="00D77ED0">
            <w:pPr>
              <w:pStyle w:val="SIBulletList2"/>
              <w:rPr>
                <w:rFonts w:eastAsia="Calibri"/>
              </w:rPr>
            </w:pPr>
            <w:r w:rsidRPr="00A655B0">
              <w:t>use of personal protective equipment</w:t>
            </w:r>
          </w:p>
          <w:p w14:paraId="44CCD988" w14:textId="77777777" w:rsidR="00A655B0" w:rsidRPr="00D77ED0" w:rsidRDefault="00A655B0" w:rsidP="00D77ED0">
            <w:pPr>
              <w:pStyle w:val="SIBulletList2"/>
              <w:rPr>
                <w:rFonts w:eastAsia="Calibri"/>
              </w:rPr>
            </w:pPr>
            <w:r>
              <w:t>use of planting materials</w:t>
            </w:r>
          </w:p>
          <w:p w14:paraId="01C21784" w14:textId="4163F97E" w:rsidR="00A655B0" w:rsidRPr="00D77ED0" w:rsidRDefault="00A655B0" w:rsidP="00D77ED0">
            <w:pPr>
              <w:pStyle w:val="SIBulletList2"/>
              <w:rPr>
                <w:rFonts w:eastAsia="Calibri"/>
              </w:rPr>
            </w:pPr>
            <w:r>
              <w:t>use of irrigation/watering system</w:t>
            </w:r>
          </w:p>
          <w:p w14:paraId="1FE0F0BD" w14:textId="7C31BF65" w:rsidR="00A655B0" w:rsidRPr="00A655B0" w:rsidRDefault="00A655B0" w:rsidP="00D77ED0">
            <w:pPr>
              <w:pStyle w:val="SIBulletList2"/>
              <w:rPr>
                <w:rFonts w:eastAsia="Calibri"/>
              </w:rPr>
            </w:pPr>
            <w:r>
              <w:t>use of treatments, guards, support systems for training and maintaining plantings</w:t>
            </w:r>
          </w:p>
          <w:p w14:paraId="27F143F7" w14:textId="77777777" w:rsidR="00A655B0" w:rsidRPr="00A655B0" w:rsidRDefault="00A655B0" w:rsidP="00D77ED0">
            <w:pPr>
              <w:pStyle w:val="SIBulletList1"/>
              <w:rPr>
                <w:rFonts w:eastAsia="Calibri"/>
              </w:rPr>
            </w:pPr>
            <w:r w:rsidRPr="00A655B0">
              <w:rPr>
                <w:rFonts w:eastAsia="Calibri"/>
              </w:rPr>
              <w:lastRenderedPageBreak/>
              <w:t>specifications:</w:t>
            </w:r>
          </w:p>
          <w:p w14:paraId="6DC93444" w14:textId="123DB366" w:rsidR="00A655B0" w:rsidRPr="00A655B0" w:rsidRDefault="00A655B0" w:rsidP="00D77ED0">
            <w:pPr>
              <w:pStyle w:val="SIBulletList2"/>
              <w:rPr>
                <w:rFonts w:eastAsia="Calibri"/>
              </w:rPr>
            </w:pPr>
            <w:r w:rsidRPr="00A655B0">
              <w:rPr>
                <w:rFonts w:eastAsia="Calibri"/>
              </w:rPr>
              <w:t xml:space="preserve">use of workplace </w:t>
            </w:r>
            <w:r>
              <w:rPr>
                <w:rFonts w:eastAsia="Calibri"/>
              </w:rPr>
              <w:t>safety procedures</w:t>
            </w:r>
          </w:p>
          <w:p w14:paraId="5AE7173A" w14:textId="586CE94C" w:rsidR="00A655B0" w:rsidRPr="00A655B0" w:rsidRDefault="00A655B0" w:rsidP="00D77ED0">
            <w:pPr>
              <w:pStyle w:val="SIBulletList2"/>
              <w:rPr>
                <w:rFonts w:eastAsia="Calibri"/>
              </w:rPr>
            </w:pPr>
            <w:r w:rsidRPr="00A655B0">
              <w:rPr>
                <w:rFonts w:eastAsia="Calibri"/>
              </w:rPr>
              <w:t xml:space="preserve">use of manufacturer operating instructions for </w:t>
            </w:r>
            <w:r>
              <w:rPr>
                <w:rFonts w:eastAsia="Calibri"/>
              </w:rPr>
              <w:t xml:space="preserve">tools and </w:t>
            </w:r>
            <w:r w:rsidRPr="00A655B0">
              <w:rPr>
                <w:rFonts w:eastAsia="Calibri"/>
              </w:rPr>
              <w:t>equipment</w:t>
            </w:r>
          </w:p>
          <w:p w14:paraId="6E72F617" w14:textId="77777777" w:rsidR="00A655B0" w:rsidRPr="00A655B0" w:rsidRDefault="00A655B0" w:rsidP="00D77ED0">
            <w:pPr>
              <w:pStyle w:val="SIBulletList2"/>
              <w:rPr>
                <w:rFonts w:eastAsia="Calibri"/>
              </w:rPr>
            </w:pPr>
            <w:r w:rsidRPr="00A655B0">
              <w:rPr>
                <w:rFonts w:eastAsia="Calibri"/>
              </w:rPr>
              <w:t>access to safety data sheets</w:t>
            </w:r>
          </w:p>
          <w:p w14:paraId="4B57D162" w14:textId="0865EB80" w:rsidR="00A655B0" w:rsidRPr="00A655B0" w:rsidRDefault="00A655B0" w:rsidP="00D77ED0">
            <w:pPr>
              <w:pStyle w:val="SIBulletList2"/>
              <w:rPr>
                <w:rFonts w:eastAsia="Calibri"/>
              </w:rPr>
            </w:pPr>
            <w:r w:rsidRPr="00A655B0">
              <w:rPr>
                <w:rFonts w:eastAsia="Calibri"/>
              </w:rPr>
              <w:t>use of workplace instructions</w:t>
            </w:r>
            <w:r>
              <w:rPr>
                <w:rFonts w:eastAsia="Calibri"/>
              </w:rPr>
              <w:t xml:space="preserve"> and planting plans</w:t>
            </w:r>
          </w:p>
          <w:p w14:paraId="757E2CB0" w14:textId="77777777" w:rsidR="00A655B0" w:rsidRPr="00A655B0" w:rsidRDefault="00A655B0" w:rsidP="00D77ED0">
            <w:pPr>
              <w:pStyle w:val="SIBulletList1"/>
            </w:pPr>
            <w:r w:rsidRPr="00A655B0">
              <w:t>relationships:</w:t>
            </w:r>
          </w:p>
          <w:p w14:paraId="08D114EA" w14:textId="3E9AA05D" w:rsidR="00A655B0" w:rsidRPr="00A655B0" w:rsidRDefault="00A655B0" w:rsidP="00D77ED0">
            <w:pPr>
              <w:pStyle w:val="SIBulletList2"/>
            </w:pPr>
            <w:r>
              <w:t>supervisor</w:t>
            </w:r>
          </w:p>
          <w:p w14:paraId="4FF41643" w14:textId="77777777" w:rsidR="00A655B0" w:rsidRPr="00EA3EBA" w:rsidRDefault="00A655B0" w:rsidP="00A655B0"/>
          <w:p w14:paraId="759850B7" w14:textId="7AFAA33A" w:rsidR="003B541E" w:rsidRPr="005404CB" w:rsidRDefault="00A655B0" w:rsidP="00D77ED0">
            <w:pPr>
              <w:rPr>
                <w:rFonts w:eastAsia="Calibri"/>
              </w:rPr>
            </w:pPr>
            <w:r w:rsidRPr="00EA3E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8020" w14:textId="77777777" w:rsidR="00BA5F11" w:rsidRDefault="00BA5F11" w:rsidP="00BF3F0A">
      <w:r>
        <w:separator/>
      </w:r>
    </w:p>
    <w:p w14:paraId="454D37BF" w14:textId="77777777" w:rsidR="00BA5F11" w:rsidRDefault="00BA5F11"/>
  </w:endnote>
  <w:endnote w:type="continuationSeparator" w:id="0">
    <w:p w14:paraId="15F5BFA2" w14:textId="77777777" w:rsidR="00BA5F11" w:rsidRDefault="00BA5F11" w:rsidP="00BF3F0A">
      <w:r>
        <w:continuationSeparator/>
      </w:r>
    </w:p>
    <w:p w14:paraId="0FC56067" w14:textId="77777777" w:rsidR="00BA5F11" w:rsidRDefault="00BA5F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77ED0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093FD" w14:textId="77777777" w:rsidR="00BA5F11" w:rsidRDefault="00BA5F11" w:rsidP="00BF3F0A">
      <w:r>
        <w:separator/>
      </w:r>
    </w:p>
    <w:p w14:paraId="56FA2C2C" w14:textId="77777777" w:rsidR="00BA5F11" w:rsidRDefault="00BA5F11"/>
  </w:footnote>
  <w:footnote w:type="continuationSeparator" w:id="0">
    <w:p w14:paraId="2649B98C" w14:textId="77777777" w:rsidR="00BA5F11" w:rsidRDefault="00BA5F11" w:rsidP="00BF3F0A">
      <w:r>
        <w:continuationSeparator/>
      </w:r>
    </w:p>
    <w:p w14:paraId="75600533" w14:textId="77777777" w:rsidR="00BA5F11" w:rsidRDefault="00BA5F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5596164" w:rsidR="009C2650" w:rsidRPr="000754EC" w:rsidRDefault="00B561A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371AA" w:rsidRPr="00D371AA">
      <w:t>AHCPER2</w:t>
    </w:r>
    <w:r w:rsidR="0053479A">
      <w:t>X4</w:t>
    </w:r>
    <w:r w:rsidR="00D371AA" w:rsidRPr="00D371AA">
      <w:t xml:space="preserve"> Plant and maintain crops</w:t>
    </w:r>
    <w:r w:rsidR="008B08E5">
      <w:t xml:space="preserve"> in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345F0"/>
    <w:multiLevelType w:val="multilevel"/>
    <w:tmpl w:val="AC98D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3772D5"/>
    <w:multiLevelType w:val="multilevel"/>
    <w:tmpl w:val="3E548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3A3C96"/>
    <w:multiLevelType w:val="multilevel"/>
    <w:tmpl w:val="F578B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286E91"/>
    <w:multiLevelType w:val="multilevel"/>
    <w:tmpl w:val="DEFC0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0F0E20"/>
    <w:multiLevelType w:val="multilevel"/>
    <w:tmpl w:val="0E1CC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281FAB"/>
    <w:multiLevelType w:val="multilevel"/>
    <w:tmpl w:val="34B2D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BE81F54"/>
    <w:multiLevelType w:val="multilevel"/>
    <w:tmpl w:val="207A2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4D626E"/>
    <w:multiLevelType w:val="multilevel"/>
    <w:tmpl w:val="D7509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C261251"/>
    <w:multiLevelType w:val="multilevel"/>
    <w:tmpl w:val="C44A0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4358438">
    <w:abstractNumId w:val="14"/>
  </w:num>
  <w:num w:numId="2" w16cid:durableId="1196698688">
    <w:abstractNumId w:val="7"/>
  </w:num>
  <w:num w:numId="3" w16cid:durableId="1823546618">
    <w:abstractNumId w:val="4"/>
  </w:num>
  <w:num w:numId="4" w16cid:durableId="1102722467">
    <w:abstractNumId w:val="30"/>
  </w:num>
  <w:num w:numId="5" w16cid:durableId="1486504429">
    <w:abstractNumId w:val="2"/>
  </w:num>
  <w:num w:numId="6" w16cid:durableId="1597329511">
    <w:abstractNumId w:val="12"/>
  </w:num>
  <w:num w:numId="7" w16cid:durableId="542258241">
    <w:abstractNumId w:val="3"/>
  </w:num>
  <w:num w:numId="8" w16cid:durableId="685903442">
    <w:abstractNumId w:val="0"/>
  </w:num>
  <w:num w:numId="9" w16cid:durableId="948009053">
    <w:abstractNumId w:val="29"/>
  </w:num>
  <w:num w:numId="10" w16cid:durableId="610670222">
    <w:abstractNumId w:val="18"/>
  </w:num>
  <w:num w:numId="11" w16cid:durableId="1740982704">
    <w:abstractNumId w:val="28"/>
  </w:num>
  <w:num w:numId="12" w16cid:durableId="1679232222">
    <w:abstractNumId w:val="22"/>
  </w:num>
  <w:num w:numId="13" w16cid:durableId="614599267">
    <w:abstractNumId w:val="32"/>
  </w:num>
  <w:num w:numId="14" w16cid:durableId="2129204779">
    <w:abstractNumId w:val="5"/>
  </w:num>
  <w:num w:numId="15" w16cid:durableId="561983814">
    <w:abstractNumId w:val="6"/>
  </w:num>
  <w:num w:numId="16" w16cid:durableId="287400510">
    <w:abstractNumId w:val="33"/>
  </w:num>
  <w:num w:numId="17" w16cid:durableId="1756977463">
    <w:abstractNumId w:val="24"/>
  </w:num>
  <w:num w:numId="18" w16cid:durableId="1280381771">
    <w:abstractNumId w:val="10"/>
  </w:num>
  <w:num w:numId="19" w16cid:durableId="1417359001">
    <w:abstractNumId w:val="15"/>
  </w:num>
  <w:num w:numId="20" w16cid:durableId="356347948">
    <w:abstractNumId w:val="25"/>
  </w:num>
  <w:num w:numId="21" w16cid:durableId="1342898803">
    <w:abstractNumId w:val="19"/>
  </w:num>
  <w:num w:numId="22" w16cid:durableId="1914924386">
    <w:abstractNumId w:val="9"/>
  </w:num>
  <w:num w:numId="23" w16cid:durableId="1775706127">
    <w:abstractNumId w:val="8"/>
  </w:num>
  <w:num w:numId="24" w16cid:durableId="42874186">
    <w:abstractNumId w:val="16"/>
  </w:num>
  <w:num w:numId="25" w16cid:durableId="583302109">
    <w:abstractNumId w:val="26"/>
  </w:num>
  <w:num w:numId="26" w16cid:durableId="1293050891">
    <w:abstractNumId w:val="27"/>
  </w:num>
  <w:num w:numId="27" w16cid:durableId="364908848">
    <w:abstractNumId w:val="34"/>
  </w:num>
  <w:num w:numId="28" w16cid:durableId="686639425">
    <w:abstractNumId w:val="21"/>
  </w:num>
  <w:num w:numId="29" w16cid:durableId="1212772128">
    <w:abstractNumId w:val="20"/>
  </w:num>
  <w:num w:numId="30" w16cid:durableId="423840044">
    <w:abstractNumId w:val="11"/>
  </w:num>
  <w:num w:numId="31" w16cid:durableId="637026784">
    <w:abstractNumId w:val="23"/>
  </w:num>
  <w:num w:numId="32" w16cid:durableId="83693386">
    <w:abstractNumId w:val="13"/>
  </w:num>
  <w:num w:numId="33" w16cid:durableId="775055523">
    <w:abstractNumId w:val="1"/>
  </w:num>
  <w:num w:numId="34" w16cid:durableId="679503162">
    <w:abstractNumId w:val="31"/>
  </w:num>
  <w:num w:numId="35" w16cid:durableId="174787160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24AC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41E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3479A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8E5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2749"/>
    <w:rsid w:val="00A6476B"/>
    <w:rsid w:val="00A655B0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1AA"/>
    <w:rsid w:val="00B61150"/>
    <w:rsid w:val="00B65BC7"/>
    <w:rsid w:val="00B746B9"/>
    <w:rsid w:val="00B848D4"/>
    <w:rsid w:val="00B865B7"/>
    <w:rsid w:val="00B9148E"/>
    <w:rsid w:val="00B91517"/>
    <w:rsid w:val="00BA1CB1"/>
    <w:rsid w:val="00BA4178"/>
    <w:rsid w:val="00BA482D"/>
    <w:rsid w:val="00BA5F11"/>
    <w:rsid w:val="00BB1755"/>
    <w:rsid w:val="00BB23F4"/>
    <w:rsid w:val="00BC09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77ED0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FAD"/>
    <w:rsid w:val="00EB0AA4"/>
    <w:rsid w:val="00EB5C88"/>
    <w:rsid w:val="00EB62D8"/>
    <w:rsid w:val="00EC0469"/>
    <w:rsid w:val="00EC0C3E"/>
    <w:rsid w:val="00ED5AAC"/>
    <w:rsid w:val="00EF01F8"/>
    <w:rsid w:val="00EF3268"/>
    <w:rsid w:val="00EF40EF"/>
    <w:rsid w:val="00EF47FE"/>
    <w:rsid w:val="00F02CB7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A2F6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B561A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6B5C7F72-12FB-480E-A78F-D198C425CF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69C47F-D47B-4A02-A310-23AA03F92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7ee3a392-9fd5-4e44-986b-b11872d0f857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150</TotalTime>
  <Pages>4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44</cp:revision>
  <cp:lastPrinted>2016-05-27T05:21:00Z</cp:lastPrinted>
  <dcterms:created xsi:type="dcterms:W3CDTF">2021-09-14T01:14:00Z</dcterms:created>
  <dcterms:modified xsi:type="dcterms:W3CDTF">2022-05-13T02:05:00Z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